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A4AB58D" w14:textId="3B64D64D" w:rsidR="00A43F98" w:rsidRPr="00316CEA" w:rsidRDefault="00461F9A" w:rsidP="004C52D9">
      <w:pPr>
        <w:spacing w:after="240"/>
        <w:jc w:val="center"/>
        <w:rPr>
          <w:b/>
          <w:bCs/>
          <w:sz w:val="22"/>
          <w:szCs w:val="22"/>
        </w:rPr>
      </w:pPr>
      <w:r w:rsidRPr="00461F9A">
        <w:rPr>
          <w:b/>
          <w:bCs/>
          <w:sz w:val="22"/>
          <w:szCs w:val="22"/>
        </w:rPr>
        <w:t>Szkolenia, kursy dla 21 nauczycieli wychowania przedszkolnego w ramach projektu pn. Witamy w naszej bajce - przedszkolaki z gminy Brześć  Kujawski</w:t>
      </w:r>
      <w:r w:rsidR="00A43F98"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596331DA" w14:textId="58074764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E6625ED" w14:textId="0CDC0F24" w:rsidR="00A43F98" w:rsidRDefault="00A43F98" w:rsidP="00316CEA">
      <w:pPr>
        <w:spacing w:after="120" w:line="276" w:lineRule="auto"/>
        <w:jc w:val="both"/>
        <w:rPr>
          <w:sz w:val="22"/>
          <w:szCs w:val="22"/>
        </w:rPr>
      </w:pPr>
      <w:r w:rsidRPr="00A43F98">
        <w:rPr>
          <w:sz w:val="22"/>
          <w:szCs w:val="22"/>
        </w:rPr>
        <w:t>__________________________________________________________________________________</w:t>
      </w:r>
    </w:p>
    <w:p w14:paraId="383B3439" w14:textId="253E9EFD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6196249B" w14:textId="77777777" w:rsidR="00A43F98" w:rsidRDefault="00A43F98" w:rsidP="00316CEA">
      <w:pPr>
        <w:spacing w:after="120" w:line="276" w:lineRule="auto"/>
        <w:jc w:val="both"/>
        <w:rPr>
          <w:sz w:val="22"/>
        </w:rPr>
      </w:pPr>
    </w:p>
    <w:p w14:paraId="42BDC0E5" w14:textId="77777777" w:rsidR="00461F9A" w:rsidRDefault="00461F9A" w:rsidP="00316CEA">
      <w:pPr>
        <w:spacing w:after="120" w:line="276" w:lineRule="auto"/>
        <w:jc w:val="both"/>
        <w:rPr>
          <w:sz w:val="22"/>
        </w:rPr>
      </w:pPr>
    </w:p>
    <w:p w14:paraId="373D7B60" w14:textId="77777777" w:rsidR="00461F9A" w:rsidRPr="00316CEA" w:rsidRDefault="00461F9A" w:rsidP="00316CEA">
      <w:pPr>
        <w:spacing w:after="120" w:line="276" w:lineRule="auto"/>
        <w:jc w:val="both"/>
        <w:rPr>
          <w:sz w:val="22"/>
        </w:rPr>
      </w:pPr>
    </w:p>
    <w:p w14:paraId="3D9AD5C1" w14:textId="04DEBA3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7371C829" w:rsidR="00C039FD" w:rsidRPr="004C52D9" w:rsidRDefault="00A43F98" w:rsidP="004C52D9">
            <w:pPr>
              <w:spacing w:before="60" w:line="360" w:lineRule="auto"/>
              <w:jc w:val="both"/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039FD" w:rsidRPr="00A43F98">
              <w:rPr>
                <w:b/>
                <w:sz w:val="22"/>
                <w:szCs w:val="22"/>
              </w:rPr>
              <w:t>Temat:</w:t>
            </w:r>
            <w:r w:rsidR="001A0139">
              <w:t xml:space="preserve"> </w:t>
            </w:r>
            <w:r w:rsidR="00461F9A" w:rsidRPr="00461F9A">
              <w:rPr>
                <w:b/>
                <w:bCs/>
              </w:rPr>
              <w:t>Zmysłoterapia z elementami plastyki sensorycznej.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lastRenderedPageBreak/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A43F98" w:rsidRPr="007F3E87" w14:paraId="6C1CDAB2" w14:textId="77777777" w:rsidTr="00C039FD">
        <w:tc>
          <w:tcPr>
            <w:tcW w:w="8675" w:type="dxa"/>
          </w:tcPr>
          <w:p w14:paraId="621BA3A7" w14:textId="276307A3" w:rsidR="00A43F98" w:rsidRPr="00A43F98" w:rsidRDefault="001A013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="00A43F98" w:rsidRPr="00A43F98">
              <w:rPr>
                <w:b/>
                <w:sz w:val="22"/>
                <w:szCs w:val="22"/>
              </w:rPr>
              <w:t>.</w:t>
            </w:r>
            <w:r w:rsidR="00A43F98">
              <w:rPr>
                <w:b/>
                <w:sz w:val="22"/>
                <w:szCs w:val="22"/>
              </w:rPr>
              <w:t xml:space="preserve"> </w:t>
            </w:r>
            <w:r w:rsidR="00A43F98" w:rsidRPr="00A43F98">
              <w:rPr>
                <w:b/>
                <w:sz w:val="22"/>
                <w:szCs w:val="22"/>
              </w:rPr>
              <w:t xml:space="preserve">Temat: </w:t>
            </w:r>
            <w:r w:rsidR="00461F9A" w:rsidRPr="00461F9A">
              <w:rPr>
                <w:b/>
                <w:sz w:val="22"/>
                <w:szCs w:val="22"/>
              </w:rPr>
              <w:t>Licencjonowany kurs Edukatora Ciastoterapii.</w:t>
            </w:r>
          </w:p>
          <w:p w14:paraId="596216AE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30D0953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62B6F26" w14:textId="77777777" w:rsidR="00A43F98" w:rsidRPr="007F3E87" w:rsidRDefault="00A43F98" w:rsidP="00A43F98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27867400" w14:textId="0B53CEEA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1A0139" w:rsidRPr="007F3E87" w14:paraId="7A4B5853" w14:textId="77777777" w:rsidTr="00C039FD">
        <w:tc>
          <w:tcPr>
            <w:tcW w:w="8675" w:type="dxa"/>
          </w:tcPr>
          <w:p w14:paraId="4B58FE76" w14:textId="2DE9B4F4" w:rsidR="001A0139" w:rsidRPr="00A43F98" w:rsidRDefault="001A013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A43F9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3F98">
              <w:rPr>
                <w:b/>
                <w:sz w:val="22"/>
                <w:szCs w:val="22"/>
              </w:rPr>
              <w:t xml:space="preserve">Temat: </w:t>
            </w:r>
            <w:r w:rsidR="00461F9A" w:rsidRPr="00461F9A">
              <w:rPr>
                <w:b/>
                <w:sz w:val="22"/>
                <w:szCs w:val="22"/>
              </w:rPr>
              <w:t>Trening Umiejętności Społecznych (TUS).</w:t>
            </w:r>
          </w:p>
          <w:p w14:paraId="3026C292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5A031C60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46477B3" w14:textId="77777777" w:rsidR="001A0139" w:rsidRPr="007F3E87" w:rsidRDefault="001A0139" w:rsidP="001A0139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B997C88" w14:textId="5D50EC49" w:rsidR="001A0139" w:rsidRPr="00A43F98" w:rsidRDefault="001A0139" w:rsidP="001A013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1A0139" w:rsidRPr="007F3E87" w14:paraId="4304CA4C" w14:textId="77777777" w:rsidTr="00C039FD">
        <w:tc>
          <w:tcPr>
            <w:tcW w:w="8675" w:type="dxa"/>
          </w:tcPr>
          <w:p w14:paraId="048599B2" w14:textId="5E692BF8" w:rsidR="001A0139" w:rsidRPr="00A43F98" w:rsidRDefault="001A013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A43F9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3F98">
              <w:rPr>
                <w:b/>
                <w:sz w:val="22"/>
                <w:szCs w:val="22"/>
              </w:rPr>
              <w:t xml:space="preserve">Temat: </w:t>
            </w:r>
            <w:r w:rsidR="00461F9A" w:rsidRPr="00461F9A">
              <w:rPr>
                <w:b/>
                <w:sz w:val="22"/>
                <w:szCs w:val="22"/>
              </w:rPr>
              <w:t>Kurs pierwszej pomocy.</w:t>
            </w:r>
          </w:p>
          <w:p w14:paraId="1465E7BB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477AEE7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1E7D8FB7" w14:textId="77777777" w:rsidR="001A0139" w:rsidRPr="007F3E87" w:rsidRDefault="001A0139" w:rsidP="001A0139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30C9A67D" w14:textId="51FF1102" w:rsidR="001A0139" w:rsidRPr="00A43F98" w:rsidRDefault="001A0139" w:rsidP="001A013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2848BD4" w14:textId="7A02E594" w:rsidR="004C52D9" w:rsidRPr="00F06E41" w:rsidRDefault="00BC4F99" w:rsidP="004C52D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315D196" w14:textId="467BCB19" w:rsidR="00D63B6F" w:rsidRPr="004471FA" w:rsidRDefault="00FF57EE" w:rsidP="004C52D9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23F91DD" w14:textId="256B17B4" w:rsidR="007D475B" w:rsidRPr="00A43F98" w:rsidRDefault="00C90009" w:rsidP="00A43F9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BB4D2D2" w14:textId="2071E4FB" w:rsidR="00AF4AC3" w:rsidRPr="00A43F98" w:rsidRDefault="00EC608F" w:rsidP="00A43F98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1DA6FDA" w14:textId="77777777" w:rsidR="00316CEA" w:rsidRDefault="00316CEA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25D5226D" w14:textId="77777777" w:rsidR="00316CEA" w:rsidRDefault="00316CEA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40AA3E00" w14:textId="1401D856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71F1" w14:textId="77777777" w:rsidR="00925549" w:rsidRDefault="00925549" w:rsidP="00FF57EE">
      <w:r>
        <w:separator/>
      </w:r>
    </w:p>
  </w:endnote>
  <w:endnote w:type="continuationSeparator" w:id="0">
    <w:p w14:paraId="6F2EE279" w14:textId="77777777" w:rsidR="00925549" w:rsidRDefault="0092554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4AF1" w14:textId="77777777" w:rsidR="002F32EC" w:rsidRDefault="002F32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E95A" w14:textId="77777777" w:rsidR="002F32EC" w:rsidRDefault="002F32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9797A" w14:textId="77777777" w:rsidR="002F32EC" w:rsidRDefault="002F32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13A68" w14:textId="77777777" w:rsidR="00925549" w:rsidRDefault="00925549" w:rsidP="00FF57EE">
      <w:r>
        <w:separator/>
      </w:r>
    </w:p>
  </w:footnote>
  <w:footnote w:type="continuationSeparator" w:id="0">
    <w:p w14:paraId="4BEB5D13" w14:textId="77777777" w:rsidR="00925549" w:rsidRDefault="00925549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28D60" w14:textId="77777777" w:rsidR="002F32EC" w:rsidRDefault="002F32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745F5FAF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1A0139">
      <w:rPr>
        <w:sz w:val="20"/>
        <w:szCs w:val="20"/>
      </w:rPr>
      <w:t>2</w:t>
    </w:r>
    <w:r w:rsidR="002F32EC">
      <w:rPr>
        <w:sz w:val="20"/>
        <w:szCs w:val="20"/>
      </w:rPr>
      <w:t>3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62C40" w14:textId="77777777" w:rsidR="002F32EC" w:rsidRDefault="002F32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20C"/>
    <w:multiLevelType w:val="hybridMultilevel"/>
    <w:tmpl w:val="E5220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7788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04F05"/>
    <w:rsid w:val="00022815"/>
    <w:rsid w:val="00075478"/>
    <w:rsid w:val="0008550C"/>
    <w:rsid w:val="000B1FC7"/>
    <w:rsid w:val="000D139B"/>
    <w:rsid w:val="001063D3"/>
    <w:rsid w:val="00111554"/>
    <w:rsid w:val="00112374"/>
    <w:rsid w:val="00115741"/>
    <w:rsid w:val="00127DB9"/>
    <w:rsid w:val="001A0139"/>
    <w:rsid w:val="001C7D84"/>
    <w:rsid w:val="001E6AA2"/>
    <w:rsid w:val="002162BB"/>
    <w:rsid w:val="002214DB"/>
    <w:rsid w:val="0022685B"/>
    <w:rsid w:val="00246D6A"/>
    <w:rsid w:val="002631F7"/>
    <w:rsid w:val="00267D1F"/>
    <w:rsid w:val="002715F4"/>
    <w:rsid w:val="00281EDE"/>
    <w:rsid w:val="00296771"/>
    <w:rsid w:val="00297F71"/>
    <w:rsid w:val="002A4642"/>
    <w:rsid w:val="002E612D"/>
    <w:rsid w:val="002F32EC"/>
    <w:rsid w:val="00300727"/>
    <w:rsid w:val="00316CEA"/>
    <w:rsid w:val="003317EC"/>
    <w:rsid w:val="003A1B57"/>
    <w:rsid w:val="003B5AC8"/>
    <w:rsid w:val="003B769C"/>
    <w:rsid w:val="003C0F5E"/>
    <w:rsid w:val="003E106F"/>
    <w:rsid w:val="004471FA"/>
    <w:rsid w:val="00461F9A"/>
    <w:rsid w:val="00484A7D"/>
    <w:rsid w:val="004C52D9"/>
    <w:rsid w:val="004D5A42"/>
    <w:rsid w:val="00520500"/>
    <w:rsid w:val="00525EFF"/>
    <w:rsid w:val="005564F9"/>
    <w:rsid w:val="005844F6"/>
    <w:rsid w:val="005F6F5F"/>
    <w:rsid w:val="00606EEE"/>
    <w:rsid w:val="00621D30"/>
    <w:rsid w:val="006B63D6"/>
    <w:rsid w:val="006C250A"/>
    <w:rsid w:val="006C641D"/>
    <w:rsid w:val="006D09E0"/>
    <w:rsid w:val="00722959"/>
    <w:rsid w:val="00736CA8"/>
    <w:rsid w:val="00783E4A"/>
    <w:rsid w:val="007D475B"/>
    <w:rsid w:val="007E331F"/>
    <w:rsid w:val="007F3E87"/>
    <w:rsid w:val="00826C28"/>
    <w:rsid w:val="00830EC7"/>
    <w:rsid w:val="00874460"/>
    <w:rsid w:val="00883EF9"/>
    <w:rsid w:val="008E22D4"/>
    <w:rsid w:val="0091080E"/>
    <w:rsid w:val="009147C5"/>
    <w:rsid w:val="00925549"/>
    <w:rsid w:val="009312B4"/>
    <w:rsid w:val="0094680A"/>
    <w:rsid w:val="00951FB8"/>
    <w:rsid w:val="0097776D"/>
    <w:rsid w:val="00977D56"/>
    <w:rsid w:val="00983D1D"/>
    <w:rsid w:val="009D75A8"/>
    <w:rsid w:val="00A15974"/>
    <w:rsid w:val="00A23973"/>
    <w:rsid w:val="00A43F98"/>
    <w:rsid w:val="00A50E18"/>
    <w:rsid w:val="00A867FC"/>
    <w:rsid w:val="00AA39D6"/>
    <w:rsid w:val="00AE2ACB"/>
    <w:rsid w:val="00AE5953"/>
    <w:rsid w:val="00AF4AC3"/>
    <w:rsid w:val="00B26387"/>
    <w:rsid w:val="00B47637"/>
    <w:rsid w:val="00B72B31"/>
    <w:rsid w:val="00B9086B"/>
    <w:rsid w:val="00BC32F9"/>
    <w:rsid w:val="00BC4F99"/>
    <w:rsid w:val="00BD232D"/>
    <w:rsid w:val="00BD2B08"/>
    <w:rsid w:val="00C039FD"/>
    <w:rsid w:val="00C0756C"/>
    <w:rsid w:val="00C22F7D"/>
    <w:rsid w:val="00C23EAB"/>
    <w:rsid w:val="00C749A9"/>
    <w:rsid w:val="00C90009"/>
    <w:rsid w:val="00CB5A8F"/>
    <w:rsid w:val="00CE3AE6"/>
    <w:rsid w:val="00D554C7"/>
    <w:rsid w:val="00D5631A"/>
    <w:rsid w:val="00D63B6F"/>
    <w:rsid w:val="00D837BA"/>
    <w:rsid w:val="00DC336F"/>
    <w:rsid w:val="00DD0902"/>
    <w:rsid w:val="00DE3D8A"/>
    <w:rsid w:val="00E14087"/>
    <w:rsid w:val="00E1735C"/>
    <w:rsid w:val="00E437EB"/>
    <w:rsid w:val="00E51A7A"/>
    <w:rsid w:val="00E67F10"/>
    <w:rsid w:val="00E9614A"/>
    <w:rsid w:val="00EC608F"/>
    <w:rsid w:val="00ED4602"/>
    <w:rsid w:val="00EF222E"/>
    <w:rsid w:val="00F06E41"/>
    <w:rsid w:val="00F134D5"/>
    <w:rsid w:val="00F31EAC"/>
    <w:rsid w:val="00F609FC"/>
    <w:rsid w:val="00FA6D5F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120</TotalTime>
  <Pages>3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31</cp:revision>
  <dcterms:created xsi:type="dcterms:W3CDTF">2023-06-02T07:52:00Z</dcterms:created>
  <dcterms:modified xsi:type="dcterms:W3CDTF">2025-07-28T11:59:00Z</dcterms:modified>
</cp:coreProperties>
</file>